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>
      <w:pPr>
        <w:pStyle w:val="Nadpis1"/>
        <w:spacing w:before="0"/>
        <w:ind w:left="432"/>
        <w:jc w:val="right"/>
        <w:rPr>
          <w:b w:val="0"/>
          <w:color w:val="auto"/>
          <w:sz w:val="18"/>
          <w:szCs w:val="18"/>
        </w:rPr>
      </w:pPr>
      <w:bookmarkStart w:id="0" w:name="_Toc43713339"/>
      <w:r w:rsidRPr="009B2848">
        <w:rPr>
          <w:color w:val="auto"/>
          <w:sz w:val="18"/>
          <w:szCs w:val="18"/>
        </w:rPr>
        <w:t xml:space="preserve">Příloha B </w:t>
      </w:r>
      <w:r w:rsidRPr="009B2848">
        <w:rPr>
          <w:b w:val="0"/>
          <w:color w:val="auto"/>
          <w:sz w:val="18"/>
          <w:szCs w:val="18"/>
        </w:rPr>
        <w:t>(normativní)</w:t>
      </w:r>
      <w:bookmarkEnd w:id="0"/>
    </w:p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r w:rsidRPr="00651F0E">
        <w:rPr>
          <w:rFonts w:ascii="Verdana" w:eastAsia="Times New Roman" w:hAnsi="Verdana"/>
          <w:bCs/>
          <w:sz w:val="20"/>
          <w:szCs w:val="20"/>
        </w:rPr>
        <w:t>č.j. [●]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45"/>
        <w:gridCol w:w="425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D77399" w:rsidRPr="00D3236D" w:rsidRDefault="00D3236D" w:rsidP="00D3236D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D3236D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Oprava přejezdů u OŘ 2021</w:t>
            </w: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D3236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9B2848" w:rsidRDefault="00D3236D" w:rsidP="00D3236D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4485"/>
        <w:gridCol w:w="421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9B2848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5229"/>
        <w:tblW w:w="0" w:type="auto"/>
        <w:tblLook w:val="04A0" w:firstRow="1" w:lastRow="0" w:firstColumn="1" w:lastColumn="0" w:noHBand="0" w:noVBand="1"/>
      </w:tblPr>
      <w:tblGrid>
        <w:gridCol w:w="2944"/>
        <w:gridCol w:w="2879"/>
        <w:gridCol w:w="2879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3236D" w:rsidRDefault="00D3236D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3236D" w:rsidRDefault="00D3236D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3236D" w:rsidRDefault="00D3236D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bookmarkStart w:id="1" w:name="_GoBack"/>
            <w:bookmarkEnd w:id="1"/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57"/>
        <w:gridCol w:w="2845"/>
      </w:tblGrid>
      <w:tr w:rsidR="00D77399" w:rsidRPr="00523A61" w:rsidTr="00D77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Rozsah prací:</w:t>
            </w:r>
          </w:p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34"/>
        <w:gridCol w:w="2877"/>
        <w:gridCol w:w="2949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47"/>
        <w:gridCol w:w="4413"/>
      </w:tblGrid>
      <w:tr w:rsidR="00D77399" w:rsidRPr="004D17B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98"/>
        <w:gridCol w:w="4362"/>
      </w:tblGrid>
      <w:tr w:rsidR="00D77399" w:rsidRPr="00A2467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>je vyhotovováno výhradně v jednom znění platném pro všechny zhotovitele/společníky/poddodavatele. Tzn. Osvědčení se nevyhotovuje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D77399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23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236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23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236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51EFA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OPRAVN&#201;%20PR&#193;CE%202021\REALIZACE\ST%20ZLN\ST%20ZLN%20(-63321008-)%20Oprava%20p&#345;ejezd&#367;%20u%20O&#344;%202021\ZD%20pro%20uchaze&#269;e\D&#237;l%202_4%20Osv&#283;d&#269;en&#237;%20o%20&#345;&#225;dn&#233;m%20pln&#283;n&#237;%20ve&#345;ejn&#233;%20zak&#225;zky%20na%20stavebn&#237;%20pr&#225;c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AC59B6-CC77-439C-AAC7-648A3E4A7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2_4 Osvědčení o řádném plnění veřejné zakázky na stavební práce.dotx</Template>
  <TotalTime>3</TotalTime>
  <Pages>4</Pages>
  <Words>707</Words>
  <Characters>4173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1</cp:revision>
  <cp:lastPrinted>2017-11-28T17:18:00Z</cp:lastPrinted>
  <dcterms:created xsi:type="dcterms:W3CDTF">2021-02-16T09:09:00Z</dcterms:created>
  <dcterms:modified xsi:type="dcterms:W3CDTF">2021-02-16T09:12:00Z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